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4CED60-C1C9-4350-AD18-357A0326BCF9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